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20DD5" w14:textId="75037B89" w:rsidR="006714A1" w:rsidRPr="006714A1" w:rsidRDefault="006714A1" w:rsidP="00A15408">
      <w:pPr>
        <w:spacing w:line="36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6714A1">
        <w:rPr>
          <w:rFonts w:ascii="Times New Roman" w:hAnsi="Times New Roman" w:cs="Times New Roman"/>
          <w:b/>
          <w:bCs/>
          <w:u w:val="single"/>
        </w:rPr>
        <w:t xml:space="preserve">Biografie </w:t>
      </w:r>
      <w:r w:rsidR="00AF7D93">
        <w:rPr>
          <w:rFonts w:ascii="Times New Roman" w:hAnsi="Times New Roman" w:cs="Times New Roman"/>
          <w:b/>
          <w:bCs/>
          <w:u w:val="single"/>
        </w:rPr>
        <w:t>DJ DYLVN</w:t>
      </w:r>
      <w:r>
        <w:rPr>
          <w:rFonts w:ascii="Times New Roman" w:hAnsi="Times New Roman" w:cs="Times New Roman"/>
          <w:b/>
          <w:bCs/>
          <w:u w:val="single"/>
        </w:rPr>
        <w:t xml:space="preserve"> – </w:t>
      </w:r>
      <w:r w:rsidR="00427545">
        <w:rPr>
          <w:rFonts w:ascii="Times New Roman" w:hAnsi="Times New Roman" w:cs="Times New Roman"/>
          <w:b/>
          <w:bCs/>
          <w:u w:val="single"/>
        </w:rPr>
        <w:t>januari</w:t>
      </w:r>
      <w:r w:rsidRPr="006714A1">
        <w:rPr>
          <w:rFonts w:ascii="Times New Roman" w:hAnsi="Times New Roman" w:cs="Times New Roman"/>
          <w:b/>
          <w:bCs/>
          <w:u w:val="single"/>
        </w:rPr>
        <w:t xml:space="preserve"> 202</w:t>
      </w:r>
      <w:r w:rsidR="00427545">
        <w:rPr>
          <w:rFonts w:ascii="Times New Roman" w:hAnsi="Times New Roman" w:cs="Times New Roman"/>
          <w:b/>
          <w:bCs/>
          <w:u w:val="single"/>
        </w:rPr>
        <w:t>2 (V1)</w:t>
      </w:r>
    </w:p>
    <w:p w14:paraId="0767A1CB" w14:textId="4B1204C3" w:rsidR="00500439" w:rsidRDefault="008F2361" w:rsidP="00B658D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Hij </w:t>
      </w:r>
      <w:r w:rsidR="00AF7D93">
        <w:rPr>
          <w:rFonts w:ascii="Times New Roman" w:hAnsi="Times New Roman" w:cs="Times New Roman"/>
        </w:rPr>
        <w:t>kan het zich nog</w:t>
      </w:r>
      <w:r w:rsidR="00E3307A">
        <w:rPr>
          <w:rFonts w:ascii="Times New Roman" w:hAnsi="Times New Roman" w:cs="Times New Roman"/>
        </w:rPr>
        <w:t xml:space="preserve"> zo </w:t>
      </w:r>
      <w:r w:rsidR="00AF7D93">
        <w:rPr>
          <w:rFonts w:ascii="Times New Roman" w:hAnsi="Times New Roman" w:cs="Times New Roman"/>
        </w:rPr>
        <w:t>goed herinneren:</w:t>
      </w:r>
      <w:r>
        <w:rPr>
          <w:rFonts w:ascii="Times New Roman" w:hAnsi="Times New Roman" w:cs="Times New Roman"/>
        </w:rPr>
        <w:t xml:space="preserve"> ál</w:t>
      </w:r>
      <w:r w:rsidR="00DF1A4F">
        <w:rPr>
          <w:rFonts w:ascii="Times New Roman" w:hAnsi="Times New Roman" w:cs="Times New Roman"/>
        </w:rPr>
        <w:t xml:space="preserve"> die</w:t>
      </w:r>
      <w:r>
        <w:rPr>
          <w:rFonts w:ascii="Times New Roman" w:hAnsi="Times New Roman" w:cs="Times New Roman"/>
        </w:rPr>
        <w:t xml:space="preserve"> knoppen die DJ DYLVN </w:t>
      </w:r>
      <w:r w:rsidR="00E23B34">
        <w:rPr>
          <w:rFonts w:ascii="Times New Roman" w:hAnsi="Times New Roman" w:cs="Times New Roman"/>
        </w:rPr>
        <w:t>(Dylan Fernandes, 1993)</w:t>
      </w:r>
      <w:r w:rsidR="00A81CE5">
        <w:rPr>
          <w:rFonts w:ascii="Times New Roman" w:hAnsi="Times New Roman" w:cs="Times New Roman"/>
        </w:rPr>
        <w:t xml:space="preserve"> als kind in de </w:t>
      </w:r>
      <w:r w:rsidR="00E81373">
        <w:rPr>
          <w:rFonts w:ascii="Times New Roman" w:hAnsi="Times New Roman" w:cs="Times New Roman"/>
        </w:rPr>
        <w:t xml:space="preserve">professionele </w:t>
      </w:r>
      <w:r w:rsidR="00A81CE5">
        <w:rPr>
          <w:rFonts w:ascii="Times New Roman" w:hAnsi="Times New Roman" w:cs="Times New Roman"/>
        </w:rPr>
        <w:t xml:space="preserve">muziekstudio van </w:t>
      </w:r>
      <w:r w:rsidR="00E904E2">
        <w:rPr>
          <w:rFonts w:ascii="Times New Roman" w:hAnsi="Times New Roman" w:cs="Times New Roman"/>
        </w:rPr>
        <w:t>de Nederlandstalige zangeres</w:t>
      </w:r>
      <w:r w:rsidR="00A81CE5">
        <w:rPr>
          <w:rFonts w:ascii="Times New Roman" w:hAnsi="Times New Roman" w:cs="Times New Roman"/>
        </w:rPr>
        <w:t xml:space="preserve"> Ruth Jacott</w:t>
      </w:r>
      <w:r w:rsidR="008E358C">
        <w:rPr>
          <w:rFonts w:ascii="Times New Roman" w:hAnsi="Times New Roman" w:cs="Times New Roman"/>
        </w:rPr>
        <w:t xml:space="preserve"> zag. Het maakte indruk. Jacott is </w:t>
      </w:r>
      <w:r w:rsidR="004E10F8">
        <w:rPr>
          <w:rFonts w:ascii="Times New Roman" w:hAnsi="Times New Roman" w:cs="Times New Roman"/>
        </w:rPr>
        <w:t>zijn tante, maar bovenal de vrouw die hij als zijn tweede moeder beschouwt</w:t>
      </w:r>
      <w:r w:rsidR="008E358C">
        <w:rPr>
          <w:rFonts w:ascii="Times New Roman" w:hAnsi="Times New Roman" w:cs="Times New Roman"/>
        </w:rPr>
        <w:t xml:space="preserve">. </w:t>
      </w:r>
      <w:r w:rsidR="00D02F1C">
        <w:rPr>
          <w:rFonts w:ascii="Times New Roman" w:hAnsi="Times New Roman" w:cs="Times New Roman"/>
        </w:rPr>
        <w:t xml:space="preserve">In zijn jeugd </w:t>
      </w:r>
      <w:r w:rsidR="004E10F8">
        <w:rPr>
          <w:rFonts w:ascii="Times New Roman" w:hAnsi="Times New Roman" w:cs="Times New Roman"/>
        </w:rPr>
        <w:t>maakte</w:t>
      </w:r>
      <w:r w:rsidR="008E358C">
        <w:rPr>
          <w:rFonts w:ascii="Times New Roman" w:hAnsi="Times New Roman" w:cs="Times New Roman"/>
        </w:rPr>
        <w:t xml:space="preserve"> hij</w:t>
      </w:r>
      <w:r w:rsidR="004E10F8">
        <w:rPr>
          <w:rFonts w:ascii="Times New Roman" w:hAnsi="Times New Roman" w:cs="Times New Roman"/>
        </w:rPr>
        <w:t xml:space="preserve"> haar carrière van dichtbij mee</w:t>
      </w:r>
      <w:r w:rsidR="00A508C2">
        <w:rPr>
          <w:rFonts w:ascii="Times New Roman" w:hAnsi="Times New Roman" w:cs="Times New Roman"/>
        </w:rPr>
        <w:t xml:space="preserve">, </w:t>
      </w:r>
      <w:r w:rsidR="004E10F8">
        <w:rPr>
          <w:rFonts w:ascii="Times New Roman" w:hAnsi="Times New Roman" w:cs="Times New Roman"/>
        </w:rPr>
        <w:t>zag haar wekenlang repeteren en ging vaak mee naar</w:t>
      </w:r>
      <w:r w:rsidR="001026E1">
        <w:rPr>
          <w:rFonts w:ascii="Times New Roman" w:hAnsi="Times New Roman" w:cs="Times New Roman"/>
        </w:rPr>
        <w:t xml:space="preserve"> </w:t>
      </w:r>
      <w:r w:rsidR="004E10F8">
        <w:rPr>
          <w:rFonts w:ascii="Times New Roman" w:hAnsi="Times New Roman" w:cs="Times New Roman"/>
        </w:rPr>
        <w:t xml:space="preserve">shows. </w:t>
      </w:r>
      <w:r w:rsidR="00301264">
        <w:rPr>
          <w:rFonts w:ascii="Times New Roman" w:hAnsi="Times New Roman" w:cs="Times New Roman"/>
        </w:rPr>
        <w:t>Het</w:t>
      </w:r>
      <w:r w:rsidR="00E15A87">
        <w:rPr>
          <w:rFonts w:ascii="Times New Roman" w:hAnsi="Times New Roman" w:cs="Times New Roman"/>
        </w:rPr>
        <w:t xml:space="preserve"> is </w:t>
      </w:r>
      <w:r w:rsidR="00301264">
        <w:rPr>
          <w:rFonts w:ascii="Times New Roman" w:hAnsi="Times New Roman" w:cs="Times New Roman"/>
        </w:rPr>
        <w:t>dan ook niet zo</w:t>
      </w:r>
      <w:r w:rsidR="001026E1">
        <w:rPr>
          <w:rFonts w:ascii="Times New Roman" w:hAnsi="Times New Roman" w:cs="Times New Roman"/>
        </w:rPr>
        <w:t xml:space="preserve"> heel </w:t>
      </w:r>
      <w:r w:rsidR="00301264">
        <w:rPr>
          <w:rFonts w:ascii="Times New Roman" w:hAnsi="Times New Roman" w:cs="Times New Roman"/>
        </w:rPr>
        <w:t xml:space="preserve">gek dat de dj uiteindelijk in de muziekindustrie </w:t>
      </w:r>
      <w:r w:rsidR="00E15A87">
        <w:rPr>
          <w:rFonts w:ascii="Times New Roman" w:hAnsi="Times New Roman" w:cs="Times New Roman"/>
        </w:rPr>
        <w:t>is beland</w:t>
      </w:r>
      <w:r w:rsidR="00301264">
        <w:rPr>
          <w:rFonts w:ascii="Times New Roman" w:hAnsi="Times New Roman" w:cs="Times New Roman"/>
        </w:rPr>
        <w:t xml:space="preserve">. Al </w:t>
      </w:r>
      <w:r w:rsidR="00E3307A">
        <w:rPr>
          <w:rFonts w:ascii="Times New Roman" w:hAnsi="Times New Roman" w:cs="Times New Roman"/>
        </w:rPr>
        <w:t>dacht</w:t>
      </w:r>
      <w:r w:rsidR="008D7172">
        <w:rPr>
          <w:rFonts w:ascii="Times New Roman" w:hAnsi="Times New Roman" w:cs="Times New Roman"/>
        </w:rPr>
        <w:t xml:space="preserve"> hij</w:t>
      </w:r>
      <w:r w:rsidR="00E15A87">
        <w:rPr>
          <w:rFonts w:ascii="Times New Roman" w:hAnsi="Times New Roman" w:cs="Times New Roman"/>
        </w:rPr>
        <w:t xml:space="preserve"> </w:t>
      </w:r>
      <w:r w:rsidR="00E3307A">
        <w:rPr>
          <w:rFonts w:ascii="Times New Roman" w:hAnsi="Times New Roman" w:cs="Times New Roman"/>
        </w:rPr>
        <w:t xml:space="preserve">zelf altijd </w:t>
      </w:r>
      <w:r w:rsidR="00301264">
        <w:rPr>
          <w:rFonts w:ascii="Times New Roman" w:hAnsi="Times New Roman" w:cs="Times New Roman"/>
        </w:rPr>
        <w:t>aan een carrière achter de schermen.</w:t>
      </w:r>
    </w:p>
    <w:p w14:paraId="31933CAA" w14:textId="21E7100D" w:rsidR="00817873" w:rsidRDefault="00817873" w:rsidP="00B658D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r w:rsidR="00046576">
        <w:rPr>
          <w:rFonts w:ascii="Times New Roman" w:hAnsi="Times New Roman" w:cs="Times New Roman"/>
          <w:b/>
          <w:bCs/>
        </w:rPr>
        <w:t>Toevallige samenloop</w:t>
      </w:r>
    </w:p>
    <w:p w14:paraId="3FC0D378" w14:textId="78A97DAB" w:rsidR="00D02DC1" w:rsidRDefault="00BD529C" w:rsidP="00B658D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DJ DYLVN is een Nederlandse dj </w:t>
      </w:r>
      <w:r w:rsidR="00C72CD7">
        <w:rPr>
          <w:rFonts w:ascii="Times New Roman" w:hAnsi="Times New Roman" w:cs="Times New Roman"/>
        </w:rPr>
        <w:t>die sinds de zomer van 2017 furore maakt. Hij tekende</w:t>
      </w:r>
      <w:r w:rsidR="00DC32D8">
        <w:rPr>
          <w:rFonts w:ascii="Times New Roman" w:hAnsi="Times New Roman" w:cs="Times New Roman"/>
        </w:rPr>
        <w:t xml:space="preserve"> </w:t>
      </w:r>
      <w:r w:rsidR="002A71CD">
        <w:rPr>
          <w:rFonts w:ascii="Times New Roman" w:hAnsi="Times New Roman" w:cs="Times New Roman"/>
        </w:rPr>
        <w:t>een contract bij platenlabel Top Notch</w:t>
      </w:r>
      <w:r w:rsidR="00DC32D8">
        <w:rPr>
          <w:rFonts w:ascii="Times New Roman" w:hAnsi="Times New Roman" w:cs="Times New Roman"/>
        </w:rPr>
        <w:t xml:space="preserve"> als eerste dj ooit</w:t>
      </w:r>
      <w:r w:rsidR="002A71CD">
        <w:rPr>
          <w:rFonts w:ascii="Times New Roman" w:hAnsi="Times New Roman" w:cs="Times New Roman"/>
        </w:rPr>
        <w:t xml:space="preserve">, </w:t>
      </w:r>
      <w:r w:rsidR="00C72CD7">
        <w:rPr>
          <w:rFonts w:ascii="Times New Roman" w:hAnsi="Times New Roman" w:cs="Times New Roman"/>
        </w:rPr>
        <w:t xml:space="preserve">behaalde met zijn debuutproject </w:t>
      </w:r>
      <w:r w:rsidR="00D02DC1" w:rsidRPr="00D02DC1">
        <w:rPr>
          <w:rFonts w:ascii="Times New Roman" w:hAnsi="Times New Roman" w:cs="Times New Roman"/>
          <w:i/>
          <w:iCs/>
        </w:rPr>
        <w:t>Chase</w:t>
      </w:r>
      <w:r w:rsidR="00D02DC1">
        <w:rPr>
          <w:rFonts w:ascii="Times New Roman" w:hAnsi="Times New Roman" w:cs="Times New Roman"/>
        </w:rPr>
        <w:t xml:space="preserve"> de gouden status </w:t>
      </w:r>
      <w:r w:rsidR="000B4AAD">
        <w:rPr>
          <w:rFonts w:ascii="Times New Roman" w:hAnsi="Times New Roman" w:cs="Times New Roman"/>
        </w:rPr>
        <w:t>é</w:t>
      </w:r>
      <w:r w:rsidR="00D02DC1">
        <w:rPr>
          <w:rFonts w:ascii="Times New Roman" w:hAnsi="Times New Roman" w:cs="Times New Roman"/>
        </w:rPr>
        <w:t>n bracht talloze hitsingles uit met</w:t>
      </w:r>
      <w:r w:rsidR="00AB60AD">
        <w:rPr>
          <w:rFonts w:ascii="Times New Roman" w:hAnsi="Times New Roman" w:cs="Times New Roman"/>
        </w:rPr>
        <w:t xml:space="preserve"> </w:t>
      </w:r>
      <w:r w:rsidR="00D02DC1">
        <w:rPr>
          <w:rFonts w:ascii="Times New Roman" w:hAnsi="Times New Roman" w:cs="Times New Roman"/>
        </w:rPr>
        <w:t>grote namen</w:t>
      </w:r>
      <w:r w:rsidR="002D4AAD">
        <w:rPr>
          <w:rFonts w:ascii="Times New Roman" w:hAnsi="Times New Roman" w:cs="Times New Roman"/>
        </w:rPr>
        <w:t xml:space="preserve"> als</w:t>
      </w:r>
      <w:r w:rsidR="00DC32D8">
        <w:rPr>
          <w:rFonts w:ascii="Times New Roman" w:hAnsi="Times New Roman" w:cs="Times New Roman"/>
        </w:rPr>
        <w:t xml:space="preserve"> </w:t>
      </w:r>
      <w:proofErr w:type="spellStart"/>
      <w:r w:rsidR="00A31950">
        <w:rPr>
          <w:rFonts w:ascii="Times New Roman" w:hAnsi="Times New Roman" w:cs="Times New Roman"/>
        </w:rPr>
        <w:t>Murda</w:t>
      </w:r>
      <w:proofErr w:type="spellEnd"/>
      <w:r w:rsidR="002D4AAD">
        <w:rPr>
          <w:rFonts w:ascii="Times New Roman" w:hAnsi="Times New Roman" w:cs="Times New Roman"/>
        </w:rPr>
        <w:t xml:space="preserve">, Dopebwoy, Ronnie Flex, </w:t>
      </w:r>
      <w:proofErr w:type="spellStart"/>
      <w:r w:rsidR="00A31950">
        <w:rPr>
          <w:rFonts w:ascii="Times New Roman" w:hAnsi="Times New Roman" w:cs="Times New Roman"/>
        </w:rPr>
        <w:t>Hef</w:t>
      </w:r>
      <w:r w:rsidR="002D4AAD">
        <w:rPr>
          <w:rFonts w:ascii="Times New Roman" w:hAnsi="Times New Roman" w:cs="Times New Roman"/>
        </w:rPr>
        <w:t xml:space="preserve"> e</w:t>
      </w:r>
      <w:proofErr w:type="spellEnd"/>
      <w:r w:rsidR="002D4AAD">
        <w:rPr>
          <w:rFonts w:ascii="Times New Roman" w:hAnsi="Times New Roman" w:cs="Times New Roman"/>
        </w:rPr>
        <w:t xml:space="preserve">n Jonna Fraser. </w:t>
      </w:r>
      <w:r w:rsidR="00A31950">
        <w:rPr>
          <w:rFonts w:ascii="Times New Roman" w:hAnsi="Times New Roman" w:cs="Times New Roman"/>
        </w:rPr>
        <w:t xml:space="preserve">Hij is een van de meest gestreamde Nederlandse </w:t>
      </w:r>
      <w:proofErr w:type="spellStart"/>
      <w:r w:rsidR="00A31950">
        <w:rPr>
          <w:rFonts w:ascii="Times New Roman" w:hAnsi="Times New Roman" w:cs="Times New Roman"/>
        </w:rPr>
        <w:t xml:space="preserve">DJ’s. </w:t>
      </w:r>
      <w:r w:rsidR="002D4AAD">
        <w:rPr>
          <w:rFonts w:ascii="Times New Roman" w:hAnsi="Times New Roman" w:cs="Times New Roman"/>
        </w:rPr>
        <w:t>Zi</w:t>
      </w:r>
      <w:proofErr w:type="spellEnd"/>
      <w:r w:rsidR="002D4AAD">
        <w:rPr>
          <w:rFonts w:ascii="Times New Roman" w:hAnsi="Times New Roman" w:cs="Times New Roman"/>
        </w:rPr>
        <w:t>jn grootste hit</w:t>
      </w:r>
      <w:r w:rsidR="002D4AAD" w:rsidRPr="00AB60AD">
        <w:rPr>
          <w:rFonts w:ascii="Times New Roman" w:hAnsi="Times New Roman" w:cs="Times New Roman"/>
          <w:i/>
          <w:iCs/>
        </w:rPr>
        <w:t xml:space="preserve"> Speling</w:t>
      </w:r>
      <w:r w:rsidR="002D4AAD">
        <w:rPr>
          <w:rFonts w:ascii="Times New Roman" w:hAnsi="Times New Roman" w:cs="Times New Roman"/>
        </w:rPr>
        <w:t xml:space="preserve"> met Tabitha en Hansie </w:t>
      </w:r>
      <w:r w:rsidR="00AF160E">
        <w:rPr>
          <w:rFonts w:ascii="Times New Roman" w:hAnsi="Times New Roman" w:cs="Times New Roman"/>
        </w:rPr>
        <w:t>telt</w:t>
      </w:r>
      <w:r w:rsidR="002D4AAD">
        <w:rPr>
          <w:rFonts w:ascii="Times New Roman" w:hAnsi="Times New Roman" w:cs="Times New Roman"/>
        </w:rPr>
        <w:t xml:space="preserve"> ondertussen meer dan </w:t>
      </w:r>
      <w:r w:rsidR="00A31950">
        <w:rPr>
          <w:rFonts w:ascii="Times New Roman" w:hAnsi="Times New Roman" w:cs="Times New Roman"/>
        </w:rPr>
        <w:t>22</w:t>
      </w:r>
      <w:r w:rsidR="002D4AAD">
        <w:rPr>
          <w:rFonts w:ascii="Times New Roman" w:hAnsi="Times New Roman" w:cs="Times New Roman"/>
        </w:rPr>
        <w:t xml:space="preserve"> miljoen </w:t>
      </w:r>
      <w:proofErr w:type="spellStart"/>
      <w:r w:rsidR="002D4AAD">
        <w:rPr>
          <w:rFonts w:ascii="Times New Roman" w:hAnsi="Times New Roman" w:cs="Times New Roman"/>
        </w:rPr>
        <w:t>Spotify</w:t>
      </w:r>
      <w:proofErr w:type="spellEnd"/>
      <w:r w:rsidR="002D4AAD">
        <w:rPr>
          <w:rFonts w:ascii="Times New Roman" w:hAnsi="Times New Roman" w:cs="Times New Roman"/>
        </w:rPr>
        <w:t xml:space="preserve">-streams. </w:t>
      </w:r>
      <w:r w:rsidR="00D02DC1">
        <w:rPr>
          <w:rFonts w:ascii="Times New Roman" w:hAnsi="Times New Roman" w:cs="Times New Roman"/>
        </w:rPr>
        <w:t xml:space="preserve">In het najaar van 2021 tekende hij als eerste artiest bij </w:t>
      </w:r>
      <w:r w:rsidR="00AF160E">
        <w:rPr>
          <w:rFonts w:ascii="Times New Roman" w:hAnsi="Times New Roman" w:cs="Times New Roman"/>
        </w:rPr>
        <w:t xml:space="preserve">Atlantic Records Benelux en bracht meteen de single </w:t>
      </w:r>
      <w:r w:rsidR="00715309" w:rsidRPr="001B6D25">
        <w:rPr>
          <w:rFonts w:ascii="Times New Roman" w:hAnsi="Times New Roman" w:cs="Times New Roman"/>
          <w:i/>
          <w:iCs/>
        </w:rPr>
        <w:t>FASHIONOVA</w:t>
      </w:r>
      <w:r w:rsidR="00715309">
        <w:rPr>
          <w:rFonts w:ascii="Times New Roman" w:hAnsi="Times New Roman" w:cs="Times New Roman"/>
        </w:rPr>
        <w:t xml:space="preserve"> met BKO, Défano Holwijn en SRNO uit</w:t>
      </w:r>
      <w:r w:rsidR="002B526C">
        <w:rPr>
          <w:rFonts w:ascii="Times New Roman" w:hAnsi="Times New Roman" w:cs="Times New Roman"/>
        </w:rPr>
        <w:t xml:space="preserve">, </w:t>
      </w:r>
      <w:r w:rsidR="00E773CF">
        <w:rPr>
          <w:rFonts w:ascii="Times New Roman" w:hAnsi="Times New Roman" w:cs="Times New Roman"/>
        </w:rPr>
        <w:t>waarmee hij ondertussen</w:t>
      </w:r>
      <w:r w:rsidR="000C474E">
        <w:rPr>
          <w:rFonts w:ascii="Times New Roman" w:hAnsi="Times New Roman" w:cs="Times New Roman"/>
        </w:rPr>
        <w:t xml:space="preserve"> </w:t>
      </w:r>
      <w:r w:rsidR="00E773CF">
        <w:rPr>
          <w:rFonts w:ascii="Times New Roman" w:hAnsi="Times New Roman" w:cs="Times New Roman"/>
        </w:rPr>
        <w:t xml:space="preserve">bijna </w:t>
      </w:r>
      <w:r w:rsidR="00A31950">
        <w:rPr>
          <w:rFonts w:ascii="Times New Roman" w:hAnsi="Times New Roman" w:cs="Times New Roman"/>
        </w:rPr>
        <w:t xml:space="preserve">een gouden status </w:t>
      </w:r>
      <w:r w:rsidR="00E773CF">
        <w:rPr>
          <w:rFonts w:ascii="Times New Roman" w:hAnsi="Times New Roman" w:cs="Times New Roman"/>
        </w:rPr>
        <w:t>heeft weten te behalen.</w:t>
      </w:r>
    </w:p>
    <w:p w14:paraId="303A2B10" w14:textId="77777777" w:rsidR="00BD529C" w:rsidRDefault="00BD529C" w:rsidP="00B658D6">
      <w:pPr>
        <w:spacing w:line="360" w:lineRule="auto"/>
        <w:jc w:val="both"/>
        <w:rPr>
          <w:rFonts w:ascii="Times New Roman" w:hAnsi="Times New Roman" w:cs="Times New Roman"/>
        </w:rPr>
      </w:pPr>
    </w:p>
    <w:p w14:paraId="4690A8A3" w14:textId="1473954E" w:rsidR="00D65CB2" w:rsidRDefault="00312777" w:rsidP="00B658D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Dat </w:t>
      </w:r>
      <w:r w:rsidR="001310F9">
        <w:rPr>
          <w:rFonts w:ascii="Times New Roman" w:hAnsi="Times New Roman" w:cs="Times New Roman"/>
        </w:rPr>
        <w:t xml:space="preserve">DJ DYLVN </w:t>
      </w:r>
      <w:r>
        <w:rPr>
          <w:rFonts w:ascii="Times New Roman" w:hAnsi="Times New Roman" w:cs="Times New Roman"/>
        </w:rPr>
        <w:t xml:space="preserve">uiteindelijk zelf als artiest vóór de schermen belandde, ziet </w:t>
      </w:r>
      <w:r w:rsidR="001310F9">
        <w:rPr>
          <w:rFonts w:ascii="Times New Roman" w:hAnsi="Times New Roman" w:cs="Times New Roman"/>
        </w:rPr>
        <w:t>hij</w:t>
      </w:r>
      <w:r>
        <w:rPr>
          <w:rFonts w:ascii="Times New Roman" w:hAnsi="Times New Roman" w:cs="Times New Roman"/>
        </w:rPr>
        <w:t xml:space="preserve"> als een toevallige samenloop</w:t>
      </w:r>
      <w:r w:rsidR="00817873">
        <w:rPr>
          <w:rFonts w:ascii="Times New Roman" w:hAnsi="Times New Roman" w:cs="Times New Roman"/>
        </w:rPr>
        <w:t xml:space="preserve"> van omstandigheden:</w:t>
      </w:r>
      <w:r w:rsidR="009C3BAB">
        <w:rPr>
          <w:rFonts w:ascii="Times New Roman" w:hAnsi="Times New Roman" w:cs="Times New Roman"/>
        </w:rPr>
        <w:t xml:space="preserve"> vanuit het kantoor van Jacott begon hij </w:t>
      </w:r>
      <w:r w:rsidR="008B41C9">
        <w:rPr>
          <w:rFonts w:ascii="Times New Roman" w:hAnsi="Times New Roman" w:cs="Times New Roman"/>
        </w:rPr>
        <w:t xml:space="preserve">als </w:t>
      </w:r>
      <w:r w:rsidR="009C3BAB">
        <w:rPr>
          <w:rFonts w:ascii="Times New Roman" w:hAnsi="Times New Roman" w:cs="Times New Roman"/>
        </w:rPr>
        <w:t>tourmanager voor onder anderen Ronnie Flex</w:t>
      </w:r>
      <w:r w:rsidR="008B41C9">
        <w:rPr>
          <w:rFonts w:ascii="Times New Roman" w:hAnsi="Times New Roman" w:cs="Times New Roman"/>
        </w:rPr>
        <w:t xml:space="preserve"> te werken</w:t>
      </w:r>
      <w:r w:rsidR="009C3BAB">
        <w:rPr>
          <w:rFonts w:ascii="Times New Roman" w:hAnsi="Times New Roman" w:cs="Times New Roman"/>
        </w:rPr>
        <w:t>. Toen</w:t>
      </w:r>
      <w:r w:rsidR="008B41C9">
        <w:rPr>
          <w:rFonts w:ascii="Times New Roman" w:hAnsi="Times New Roman" w:cs="Times New Roman"/>
        </w:rPr>
        <w:t xml:space="preserve"> </w:t>
      </w:r>
      <w:r w:rsidR="00CB53E3">
        <w:rPr>
          <w:rFonts w:ascii="Times New Roman" w:hAnsi="Times New Roman" w:cs="Times New Roman"/>
        </w:rPr>
        <w:t>zijn toenmalige dj Monica Geuze</w:t>
      </w:r>
      <w:r w:rsidR="008B41C9">
        <w:rPr>
          <w:rFonts w:ascii="Times New Roman" w:hAnsi="Times New Roman" w:cs="Times New Roman"/>
        </w:rPr>
        <w:t xml:space="preserve"> </w:t>
      </w:r>
      <w:r w:rsidR="00AC687E">
        <w:rPr>
          <w:rFonts w:ascii="Times New Roman" w:hAnsi="Times New Roman" w:cs="Times New Roman"/>
        </w:rPr>
        <w:t>ermee stopte, zei DJ DYLVN tegen Ronnie dat hij</w:t>
      </w:r>
      <w:r w:rsidR="00CB53E3">
        <w:rPr>
          <w:rFonts w:ascii="Times New Roman" w:hAnsi="Times New Roman" w:cs="Times New Roman"/>
        </w:rPr>
        <w:t xml:space="preserve"> </w:t>
      </w:r>
      <w:r w:rsidR="00AC687E">
        <w:rPr>
          <w:rFonts w:ascii="Times New Roman" w:hAnsi="Times New Roman" w:cs="Times New Roman"/>
        </w:rPr>
        <w:t xml:space="preserve">een nieuwe dj moest regelen. Ronnie zei </w:t>
      </w:r>
      <w:proofErr w:type="gramStart"/>
      <w:r w:rsidR="00AC687E">
        <w:rPr>
          <w:rFonts w:ascii="Times New Roman" w:hAnsi="Times New Roman" w:cs="Times New Roman"/>
        </w:rPr>
        <w:t>hem</w:t>
      </w:r>
      <w:proofErr w:type="gramEnd"/>
      <w:r w:rsidR="00AC687E">
        <w:rPr>
          <w:rFonts w:ascii="Times New Roman" w:hAnsi="Times New Roman" w:cs="Times New Roman"/>
        </w:rPr>
        <w:t>: ‘Maar jij draait toch ook?</w:t>
      </w:r>
      <w:r w:rsidR="00D65CB2">
        <w:rPr>
          <w:rFonts w:ascii="Times New Roman" w:hAnsi="Times New Roman" w:cs="Times New Roman"/>
        </w:rPr>
        <w:t xml:space="preserve"> Doe jij het.</w:t>
      </w:r>
      <w:r w:rsidR="00AC687E">
        <w:rPr>
          <w:rFonts w:ascii="Times New Roman" w:hAnsi="Times New Roman" w:cs="Times New Roman"/>
        </w:rPr>
        <w:t>’</w:t>
      </w:r>
      <w:r w:rsidR="00D65CB2">
        <w:rPr>
          <w:rFonts w:ascii="Times New Roman" w:hAnsi="Times New Roman" w:cs="Times New Roman"/>
        </w:rPr>
        <w:t xml:space="preserve"> En hoewel DJ DYLVN tot dan toe alleen thuis hobbymatig de kneepjes van het vak aan het leren was en twijfels had over of hij er</w:t>
      </w:r>
      <w:r w:rsidR="00792820">
        <w:rPr>
          <w:rFonts w:ascii="Times New Roman" w:hAnsi="Times New Roman" w:cs="Times New Roman"/>
        </w:rPr>
        <w:t xml:space="preserve"> </w:t>
      </w:r>
      <w:r w:rsidR="00D65CB2">
        <w:rPr>
          <w:rFonts w:ascii="Times New Roman" w:hAnsi="Times New Roman" w:cs="Times New Roman"/>
        </w:rPr>
        <w:t>klaar voor was, besloot hij het te doen.</w:t>
      </w:r>
      <w:r w:rsidR="00D50F01">
        <w:rPr>
          <w:rFonts w:ascii="Times New Roman" w:hAnsi="Times New Roman" w:cs="Times New Roman"/>
        </w:rPr>
        <w:t xml:space="preserve"> Op het </w:t>
      </w:r>
      <w:r w:rsidR="00046576">
        <w:rPr>
          <w:rFonts w:ascii="Times New Roman" w:hAnsi="Times New Roman" w:cs="Times New Roman"/>
        </w:rPr>
        <w:t xml:space="preserve">podium </w:t>
      </w:r>
      <w:r w:rsidR="00D50F01">
        <w:rPr>
          <w:rFonts w:ascii="Times New Roman" w:hAnsi="Times New Roman" w:cs="Times New Roman"/>
        </w:rPr>
        <w:t xml:space="preserve">was de chemie tussen beiden </w:t>
      </w:r>
      <w:r w:rsidR="00046576">
        <w:rPr>
          <w:rFonts w:ascii="Times New Roman" w:hAnsi="Times New Roman" w:cs="Times New Roman"/>
        </w:rPr>
        <w:t>meteen voelbaar.</w:t>
      </w:r>
    </w:p>
    <w:p w14:paraId="5B5718A3" w14:textId="77777777" w:rsidR="0032617C" w:rsidRDefault="0032617C" w:rsidP="00B658D6">
      <w:pPr>
        <w:spacing w:line="360" w:lineRule="auto"/>
        <w:jc w:val="both"/>
        <w:rPr>
          <w:rFonts w:ascii="Times New Roman" w:hAnsi="Times New Roman" w:cs="Times New Roman"/>
        </w:rPr>
      </w:pPr>
    </w:p>
    <w:p w14:paraId="7679592B" w14:textId="1147BBB9" w:rsidR="0055207D" w:rsidRPr="00584D20" w:rsidRDefault="00584D20" w:rsidP="00B658D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Dirigent </w:t>
      </w:r>
      <w:r w:rsidR="0054331E">
        <w:rPr>
          <w:rFonts w:ascii="Times New Roman" w:hAnsi="Times New Roman" w:cs="Times New Roman"/>
          <w:b/>
          <w:bCs/>
        </w:rPr>
        <w:t>in de studio</w:t>
      </w:r>
    </w:p>
    <w:p w14:paraId="391EE853" w14:textId="0689EDE6" w:rsidR="000D635B" w:rsidRDefault="00C67E3A" w:rsidP="00B658D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Hierna ging het snel</w:t>
      </w:r>
      <w:r w:rsidR="00B014A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DJ DYLVN viel op en werd veelvuldig benaderd. </w:t>
      </w:r>
      <w:r w:rsidR="00967758">
        <w:rPr>
          <w:rFonts w:ascii="Times New Roman" w:hAnsi="Times New Roman" w:cs="Times New Roman"/>
        </w:rPr>
        <w:t xml:space="preserve">Of </w:t>
      </w:r>
      <w:r w:rsidR="00794F52">
        <w:rPr>
          <w:rFonts w:ascii="Times New Roman" w:hAnsi="Times New Roman" w:cs="Times New Roman"/>
        </w:rPr>
        <w:t>hij</w:t>
      </w:r>
      <w:r w:rsidR="00090892">
        <w:rPr>
          <w:rFonts w:ascii="Times New Roman" w:hAnsi="Times New Roman" w:cs="Times New Roman"/>
        </w:rPr>
        <w:t xml:space="preserve"> </w:t>
      </w:r>
      <w:r w:rsidR="00794F52">
        <w:rPr>
          <w:rFonts w:ascii="Times New Roman" w:hAnsi="Times New Roman" w:cs="Times New Roman"/>
        </w:rPr>
        <w:t>als solo-dj was te boeken en o</w:t>
      </w:r>
      <w:r w:rsidR="00967758">
        <w:rPr>
          <w:rFonts w:ascii="Times New Roman" w:hAnsi="Times New Roman" w:cs="Times New Roman"/>
        </w:rPr>
        <w:t>f hij niet met andere artiesten tracks wilde</w:t>
      </w:r>
      <w:r>
        <w:rPr>
          <w:rFonts w:ascii="Times New Roman" w:hAnsi="Times New Roman" w:cs="Times New Roman"/>
        </w:rPr>
        <w:t xml:space="preserve"> </w:t>
      </w:r>
      <w:r w:rsidR="00967758">
        <w:rPr>
          <w:rFonts w:ascii="Times New Roman" w:hAnsi="Times New Roman" w:cs="Times New Roman"/>
        </w:rPr>
        <w:t>maken. En zo geschiedde. Voor hij het wist</w:t>
      </w:r>
      <w:r w:rsidR="00090892">
        <w:rPr>
          <w:rFonts w:ascii="Times New Roman" w:hAnsi="Times New Roman" w:cs="Times New Roman"/>
        </w:rPr>
        <w:t>, stond hij als dj in vele clubs en op festivals in Nederland, maar ook in Suriname en Curacao</w:t>
      </w:r>
      <w:r w:rsidR="0053316B">
        <w:rPr>
          <w:rFonts w:ascii="Times New Roman" w:hAnsi="Times New Roman" w:cs="Times New Roman"/>
        </w:rPr>
        <w:t xml:space="preserve">, en kreeg hij de kans om als dj bij Top Notch </w:t>
      </w:r>
      <w:r w:rsidR="00BE4656">
        <w:rPr>
          <w:rFonts w:ascii="Times New Roman" w:hAnsi="Times New Roman" w:cs="Times New Roman"/>
        </w:rPr>
        <w:t xml:space="preserve">het project </w:t>
      </w:r>
      <w:r w:rsidR="00BE4656" w:rsidRPr="00BE4656">
        <w:rPr>
          <w:rFonts w:ascii="Times New Roman" w:hAnsi="Times New Roman" w:cs="Times New Roman"/>
          <w:i/>
          <w:iCs/>
        </w:rPr>
        <w:t>Chase</w:t>
      </w:r>
      <w:r w:rsidR="00BE4656">
        <w:rPr>
          <w:rFonts w:ascii="Times New Roman" w:hAnsi="Times New Roman" w:cs="Times New Roman"/>
        </w:rPr>
        <w:t xml:space="preserve"> in samenwerking</w:t>
      </w:r>
      <w:r w:rsidR="0053316B">
        <w:rPr>
          <w:rFonts w:ascii="Times New Roman" w:hAnsi="Times New Roman" w:cs="Times New Roman"/>
        </w:rPr>
        <w:t xml:space="preserve"> met andere artiesten uit te brengen. Op muzikaal gebied </w:t>
      </w:r>
      <w:r w:rsidR="008E5553">
        <w:rPr>
          <w:rFonts w:ascii="Times New Roman" w:hAnsi="Times New Roman" w:cs="Times New Roman"/>
        </w:rPr>
        <w:t>ontwikkelde hij zich</w:t>
      </w:r>
      <w:r w:rsidR="004A11D2">
        <w:rPr>
          <w:rFonts w:ascii="Times New Roman" w:hAnsi="Times New Roman" w:cs="Times New Roman"/>
        </w:rPr>
        <w:t xml:space="preserve"> razend</w:t>
      </w:r>
      <w:r w:rsidR="008E5553">
        <w:rPr>
          <w:rFonts w:ascii="Times New Roman" w:hAnsi="Times New Roman" w:cs="Times New Roman"/>
        </w:rPr>
        <w:t>snel</w:t>
      </w:r>
      <w:r w:rsidR="001A269B">
        <w:rPr>
          <w:rFonts w:ascii="Times New Roman" w:hAnsi="Times New Roman" w:cs="Times New Roman"/>
        </w:rPr>
        <w:t>. H</w:t>
      </w:r>
      <w:r w:rsidR="005D22EC">
        <w:rPr>
          <w:rFonts w:ascii="Times New Roman" w:hAnsi="Times New Roman" w:cs="Times New Roman"/>
        </w:rPr>
        <w:t>ij nam pianolessen en best</w:t>
      </w:r>
      <w:r w:rsidR="0053316B">
        <w:rPr>
          <w:rFonts w:ascii="Times New Roman" w:hAnsi="Times New Roman" w:cs="Times New Roman"/>
        </w:rPr>
        <w:t xml:space="preserve">udeerde </w:t>
      </w:r>
      <w:r w:rsidR="005D22EC">
        <w:rPr>
          <w:rFonts w:ascii="Times New Roman" w:hAnsi="Times New Roman" w:cs="Times New Roman"/>
        </w:rPr>
        <w:t xml:space="preserve">alle </w:t>
      </w:r>
      <w:r w:rsidR="007C6B48">
        <w:rPr>
          <w:rFonts w:ascii="Times New Roman" w:hAnsi="Times New Roman" w:cs="Times New Roman"/>
        </w:rPr>
        <w:t>muziek en hits van dat moment</w:t>
      </w:r>
      <w:r w:rsidR="00E04630">
        <w:rPr>
          <w:rFonts w:ascii="Times New Roman" w:hAnsi="Times New Roman" w:cs="Times New Roman"/>
        </w:rPr>
        <w:t xml:space="preserve"> secuur</w:t>
      </w:r>
      <w:r w:rsidR="007C6B48">
        <w:rPr>
          <w:rFonts w:ascii="Times New Roman" w:hAnsi="Times New Roman" w:cs="Times New Roman"/>
        </w:rPr>
        <w:t xml:space="preserve">. </w:t>
      </w:r>
      <w:r w:rsidR="000D635B">
        <w:rPr>
          <w:rFonts w:ascii="Times New Roman" w:hAnsi="Times New Roman" w:cs="Times New Roman"/>
        </w:rPr>
        <w:t>In de studio is hij de dirigent</w:t>
      </w:r>
      <w:r w:rsidR="001A269B">
        <w:rPr>
          <w:rFonts w:ascii="Times New Roman" w:hAnsi="Times New Roman" w:cs="Times New Roman"/>
        </w:rPr>
        <w:t>: h</w:t>
      </w:r>
      <w:r w:rsidR="000D635B">
        <w:rPr>
          <w:rFonts w:ascii="Times New Roman" w:hAnsi="Times New Roman" w:cs="Times New Roman"/>
        </w:rPr>
        <w:t>ij maakt</w:t>
      </w:r>
      <w:r w:rsidR="0059089B">
        <w:rPr>
          <w:rFonts w:ascii="Times New Roman" w:hAnsi="Times New Roman" w:cs="Times New Roman"/>
        </w:rPr>
        <w:t xml:space="preserve"> </w:t>
      </w:r>
      <w:r w:rsidR="000D635B">
        <w:rPr>
          <w:rFonts w:ascii="Times New Roman" w:hAnsi="Times New Roman" w:cs="Times New Roman"/>
        </w:rPr>
        <w:t>opzetjes, brengt mee</w:t>
      </w:r>
      <w:r w:rsidR="0059089B">
        <w:rPr>
          <w:rFonts w:ascii="Times New Roman" w:hAnsi="Times New Roman" w:cs="Times New Roman"/>
        </w:rPr>
        <w:t xml:space="preserve">rdere </w:t>
      </w:r>
      <w:r w:rsidR="000D635B">
        <w:rPr>
          <w:rFonts w:ascii="Times New Roman" w:hAnsi="Times New Roman" w:cs="Times New Roman"/>
        </w:rPr>
        <w:t xml:space="preserve">artiesten samen en dan is zijn sound leidend. </w:t>
      </w:r>
    </w:p>
    <w:p w14:paraId="73FE8EE3" w14:textId="77777777" w:rsidR="000D635B" w:rsidRDefault="000D635B" w:rsidP="00B658D6">
      <w:pPr>
        <w:spacing w:line="360" w:lineRule="auto"/>
        <w:jc w:val="both"/>
        <w:rPr>
          <w:rFonts w:ascii="Times New Roman" w:hAnsi="Times New Roman" w:cs="Times New Roman"/>
        </w:rPr>
      </w:pPr>
    </w:p>
    <w:p w14:paraId="1EF92070" w14:textId="5584773F" w:rsidR="00657285" w:rsidRDefault="0059089B" w:rsidP="00B658D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DJ DYLVN weet</w:t>
      </w:r>
      <w:r w:rsidR="00D83D53">
        <w:rPr>
          <w:rFonts w:ascii="Times New Roman" w:hAnsi="Times New Roman" w:cs="Times New Roman"/>
        </w:rPr>
        <w:t xml:space="preserve"> </w:t>
      </w:r>
      <w:r w:rsidR="00AD5081">
        <w:rPr>
          <w:rFonts w:ascii="Times New Roman" w:hAnsi="Times New Roman" w:cs="Times New Roman"/>
        </w:rPr>
        <w:t xml:space="preserve">precies </w:t>
      </w:r>
      <w:r>
        <w:rPr>
          <w:rFonts w:ascii="Times New Roman" w:hAnsi="Times New Roman" w:cs="Times New Roman"/>
        </w:rPr>
        <w:t>hoe een nummer in elkaar steekt en wat</w:t>
      </w:r>
      <w:r w:rsidR="001949EC">
        <w:rPr>
          <w:rFonts w:ascii="Times New Roman" w:hAnsi="Times New Roman" w:cs="Times New Roman"/>
        </w:rPr>
        <w:t xml:space="preserve"> het</w:t>
      </w:r>
      <w:r>
        <w:rPr>
          <w:rFonts w:ascii="Times New Roman" w:hAnsi="Times New Roman" w:cs="Times New Roman"/>
        </w:rPr>
        <w:t xml:space="preserve"> goed maakt. </w:t>
      </w:r>
      <w:r w:rsidR="00D57F1A">
        <w:rPr>
          <w:rFonts w:ascii="Times New Roman" w:hAnsi="Times New Roman" w:cs="Times New Roman"/>
        </w:rPr>
        <w:t>‘</w:t>
      </w:r>
      <w:r w:rsidR="001E72D9">
        <w:rPr>
          <w:rFonts w:ascii="Times New Roman" w:hAnsi="Times New Roman" w:cs="Times New Roman"/>
        </w:rPr>
        <w:t xml:space="preserve">Het geraamte van een track is </w:t>
      </w:r>
      <w:r w:rsidR="004A11D2">
        <w:rPr>
          <w:rFonts w:ascii="Times New Roman" w:hAnsi="Times New Roman" w:cs="Times New Roman"/>
        </w:rPr>
        <w:t>mijn kracht.’</w:t>
      </w:r>
      <w:r w:rsidR="00E954B0">
        <w:rPr>
          <w:rFonts w:ascii="Times New Roman" w:hAnsi="Times New Roman" w:cs="Times New Roman"/>
        </w:rPr>
        <w:t xml:space="preserve"> </w:t>
      </w:r>
      <w:r w:rsidR="00D83D53">
        <w:rPr>
          <w:rFonts w:ascii="Times New Roman" w:hAnsi="Times New Roman" w:cs="Times New Roman"/>
        </w:rPr>
        <w:t xml:space="preserve">Hij </w:t>
      </w:r>
      <w:r w:rsidR="00536A96">
        <w:rPr>
          <w:rFonts w:ascii="Times New Roman" w:hAnsi="Times New Roman" w:cs="Times New Roman"/>
        </w:rPr>
        <w:t>weet ondertussen ook</w:t>
      </w:r>
      <w:r w:rsidR="005D3554">
        <w:rPr>
          <w:rFonts w:ascii="Times New Roman" w:hAnsi="Times New Roman" w:cs="Times New Roman"/>
        </w:rPr>
        <w:t xml:space="preserve"> </w:t>
      </w:r>
      <w:r w:rsidR="00E954B0">
        <w:rPr>
          <w:rFonts w:ascii="Times New Roman" w:hAnsi="Times New Roman" w:cs="Times New Roman"/>
        </w:rPr>
        <w:t>wat mensen tijdens uitgaan</w:t>
      </w:r>
      <w:r w:rsidR="00AD5081">
        <w:rPr>
          <w:rFonts w:ascii="Times New Roman" w:hAnsi="Times New Roman" w:cs="Times New Roman"/>
        </w:rPr>
        <w:t xml:space="preserve"> </w:t>
      </w:r>
      <w:r w:rsidR="00840E91">
        <w:rPr>
          <w:rFonts w:ascii="Times New Roman" w:hAnsi="Times New Roman" w:cs="Times New Roman"/>
        </w:rPr>
        <w:t xml:space="preserve">willen horen. </w:t>
      </w:r>
      <w:r w:rsidR="00E954B0">
        <w:rPr>
          <w:rFonts w:ascii="Times New Roman" w:hAnsi="Times New Roman" w:cs="Times New Roman"/>
        </w:rPr>
        <w:t xml:space="preserve">‘In mijn nummers </w:t>
      </w:r>
      <w:r w:rsidR="006046CE">
        <w:rPr>
          <w:rFonts w:ascii="Times New Roman" w:hAnsi="Times New Roman" w:cs="Times New Roman"/>
        </w:rPr>
        <w:t>hoor je</w:t>
      </w:r>
      <w:r w:rsidR="00840E91">
        <w:rPr>
          <w:rFonts w:ascii="Times New Roman" w:hAnsi="Times New Roman" w:cs="Times New Roman"/>
        </w:rPr>
        <w:t xml:space="preserve"> nooit een bridge. In</w:t>
      </w:r>
      <w:r w:rsidR="00E954B0">
        <w:rPr>
          <w:rFonts w:ascii="Times New Roman" w:hAnsi="Times New Roman" w:cs="Times New Roman"/>
        </w:rPr>
        <w:t xml:space="preserve"> de club</w:t>
      </w:r>
      <w:r w:rsidR="003E3284">
        <w:rPr>
          <w:rFonts w:ascii="Times New Roman" w:hAnsi="Times New Roman" w:cs="Times New Roman"/>
        </w:rPr>
        <w:t xml:space="preserve"> zitten mensen niet te wachten op een bridge.’</w:t>
      </w:r>
      <w:r w:rsidR="00E5762C">
        <w:rPr>
          <w:rFonts w:ascii="Times New Roman" w:hAnsi="Times New Roman" w:cs="Times New Roman"/>
        </w:rPr>
        <w:t xml:space="preserve"> Zijn </w:t>
      </w:r>
      <w:r w:rsidR="006046CE">
        <w:rPr>
          <w:rFonts w:ascii="Times New Roman" w:hAnsi="Times New Roman" w:cs="Times New Roman"/>
        </w:rPr>
        <w:t>tracks</w:t>
      </w:r>
      <w:r w:rsidR="00E5762C">
        <w:rPr>
          <w:rFonts w:ascii="Times New Roman" w:hAnsi="Times New Roman" w:cs="Times New Roman"/>
        </w:rPr>
        <w:t xml:space="preserve"> zij</w:t>
      </w:r>
      <w:r w:rsidR="00520339">
        <w:rPr>
          <w:rFonts w:ascii="Times New Roman" w:hAnsi="Times New Roman" w:cs="Times New Roman"/>
        </w:rPr>
        <w:t xml:space="preserve">n </w:t>
      </w:r>
      <w:r w:rsidR="0026672B">
        <w:rPr>
          <w:rFonts w:ascii="Times New Roman" w:hAnsi="Times New Roman" w:cs="Times New Roman"/>
        </w:rPr>
        <w:t xml:space="preserve">allemaal </w:t>
      </w:r>
      <w:r w:rsidR="00E5762C">
        <w:rPr>
          <w:rFonts w:ascii="Times New Roman" w:hAnsi="Times New Roman" w:cs="Times New Roman"/>
        </w:rPr>
        <w:t>positief. Het gaat</w:t>
      </w:r>
      <w:r w:rsidR="0026672B">
        <w:rPr>
          <w:rFonts w:ascii="Times New Roman" w:hAnsi="Times New Roman" w:cs="Times New Roman"/>
        </w:rPr>
        <w:t xml:space="preserve"> </w:t>
      </w:r>
      <w:r w:rsidR="006046CE">
        <w:rPr>
          <w:rFonts w:ascii="Times New Roman" w:hAnsi="Times New Roman" w:cs="Times New Roman"/>
        </w:rPr>
        <w:t xml:space="preserve">hem </w:t>
      </w:r>
      <w:r w:rsidR="00E5762C">
        <w:rPr>
          <w:rFonts w:ascii="Times New Roman" w:hAnsi="Times New Roman" w:cs="Times New Roman"/>
        </w:rPr>
        <w:t xml:space="preserve">om de </w:t>
      </w:r>
      <w:r w:rsidR="005D3554" w:rsidRPr="0038650F">
        <w:rPr>
          <w:rFonts w:ascii="Times New Roman" w:hAnsi="Times New Roman" w:cs="Times New Roman"/>
          <w:i/>
          <w:iCs/>
        </w:rPr>
        <w:t>vibe</w:t>
      </w:r>
      <w:r w:rsidR="005D3554">
        <w:rPr>
          <w:rFonts w:ascii="Times New Roman" w:hAnsi="Times New Roman" w:cs="Times New Roman"/>
        </w:rPr>
        <w:t xml:space="preserve">. </w:t>
      </w:r>
      <w:r w:rsidR="004D4A25">
        <w:rPr>
          <w:rFonts w:ascii="Times New Roman" w:hAnsi="Times New Roman" w:cs="Times New Roman"/>
        </w:rPr>
        <w:t xml:space="preserve">Wat hij het moeilijkste aan dj zijn vindt? Het samenbrengen van alle artiesten op één track. </w:t>
      </w:r>
      <w:r w:rsidR="00657285">
        <w:rPr>
          <w:rFonts w:ascii="Times New Roman" w:hAnsi="Times New Roman" w:cs="Times New Roman"/>
        </w:rPr>
        <w:t>‘</w:t>
      </w:r>
      <w:r w:rsidR="000123BA">
        <w:rPr>
          <w:rFonts w:ascii="Times New Roman" w:hAnsi="Times New Roman" w:cs="Times New Roman"/>
        </w:rPr>
        <w:t>Dat</w:t>
      </w:r>
      <w:r w:rsidR="00E35AA5">
        <w:rPr>
          <w:rFonts w:ascii="Times New Roman" w:hAnsi="Times New Roman" w:cs="Times New Roman"/>
        </w:rPr>
        <w:t xml:space="preserve"> is een zware </w:t>
      </w:r>
      <w:r w:rsidR="00520339">
        <w:rPr>
          <w:rFonts w:ascii="Times New Roman" w:hAnsi="Times New Roman" w:cs="Times New Roman"/>
        </w:rPr>
        <w:t>marathon, maar ik voel</w:t>
      </w:r>
      <w:r w:rsidR="00E16A40">
        <w:rPr>
          <w:rFonts w:ascii="Times New Roman" w:hAnsi="Times New Roman" w:cs="Times New Roman"/>
        </w:rPr>
        <w:t xml:space="preserve"> </w:t>
      </w:r>
      <w:r w:rsidR="00520339">
        <w:rPr>
          <w:rFonts w:ascii="Times New Roman" w:hAnsi="Times New Roman" w:cs="Times New Roman"/>
        </w:rPr>
        <w:t xml:space="preserve">altijd de uitdaging.’ </w:t>
      </w:r>
      <w:r w:rsidR="00657285">
        <w:rPr>
          <w:rFonts w:ascii="Times New Roman" w:hAnsi="Times New Roman" w:cs="Times New Roman"/>
        </w:rPr>
        <w:t xml:space="preserve">En hij gelooft dat hij </w:t>
      </w:r>
      <w:r w:rsidR="00E16A40">
        <w:rPr>
          <w:rFonts w:ascii="Times New Roman" w:hAnsi="Times New Roman" w:cs="Times New Roman"/>
        </w:rPr>
        <w:t xml:space="preserve">daarin </w:t>
      </w:r>
      <w:r w:rsidR="00657285">
        <w:rPr>
          <w:rFonts w:ascii="Times New Roman" w:hAnsi="Times New Roman" w:cs="Times New Roman"/>
        </w:rPr>
        <w:t>veel te danken heeft aan zijn karakter. ‘Ik ben rustig. G</w:t>
      </w:r>
      <w:r w:rsidR="0026672B">
        <w:rPr>
          <w:rFonts w:ascii="Times New Roman" w:hAnsi="Times New Roman" w:cs="Times New Roman"/>
        </w:rPr>
        <w:t xml:space="preserve">emakkelijk </w:t>
      </w:r>
      <w:r w:rsidR="00657285">
        <w:rPr>
          <w:rFonts w:ascii="Times New Roman" w:hAnsi="Times New Roman" w:cs="Times New Roman"/>
        </w:rPr>
        <w:t xml:space="preserve">in </w:t>
      </w:r>
      <w:r w:rsidR="0026672B">
        <w:rPr>
          <w:rFonts w:ascii="Times New Roman" w:hAnsi="Times New Roman" w:cs="Times New Roman"/>
        </w:rPr>
        <w:t>de omgang.</w:t>
      </w:r>
      <w:r w:rsidR="00657285">
        <w:rPr>
          <w:rFonts w:ascii="Times New Roman" w:hAnsi="Times New Roman" w:cs="Times New Roman"/>
        </w:rPr>
        <w:t xml:space="preserve"> </w:t>
      </w:r>
      <w:r w:rsidR="006928C2">
        <w:rPr>
          <w:rFonts w:ascii="Times New Roman" w:hAnsi="Times New Roman" w:cs="Times New Roman"/>
        </w:rPr>
        <w:t xml:space="preserve">Ze </w:t>
      </w:r>
      <w:r w:rsidR="00657285">
        <w:rPr>
          <w:rFonts w:ascii="Times New Roman" w:hAnsi="Times New Roman" w:cs="Times New Roman"/>
        </w:rPr>
        <w:t>zeggen dat ik een verbinder ben.’</w:t>
      </w:r>
    </w:p>
    <w:p w14:paraId="6190A62D" w14:textId="77777777" w:rsidR="005E5E2B" w:rsidRDefault="005E5E2B" w:rsidP="005E5E2B">
      <w:pPr>
        <w:spacing w:line="360" w:lineRule="auto"/>
        <w:jc w:val="both"/>
        <w:rPr>
          <w:rFonts w:ascii="Times New Roman" w:hAnsi="Times New Roman" w:cs="Times New Roman"/>
        </w:rPr>
      </w:pPr>
    </w:p>
    <w:p w14:paraId="0543F0C1" w14:textId="700B5C39" w:rsidR="005E5E2B" w:rsidRDefault="005E5E2B" w:rsidP="005E5E2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Het afgelopen jaar verloor DJ DYLVN even de motivatie. Hij kreeg te maken met verschillende tegenslagen, waaronder één op zakelijk gebied: zijn toenmalige label was het niet eens met de nummers die hij wilde uitbrengen, waardoor hij helemaal niets kon </w:t>
      </w:r>
      <w:r w:rsidRPr="001958BF">
        <w:rPr>
          <w:rFonts w:ascii="Times New Roman" w:hAnsi="Times New Roman" w:cs="Times New Roman"/>
          <w:i/>
          <w:iCs/>
        </w:rPr>
        <w:t>releasen</w:t>
      </w:r>
      <w:r>
        <w:rPr>
          <w:rFonts w:ascii="Times New Roman" w:hAnsi="Times New Roman" w:cs="Times New Roman"/>
        </w:rPr>
        <w:t>. ‘Ik dacht: jullie houden me tegen, jullie denken dat ik niet meer aan ben. Alleen daardoor kwam mijn motivatie volledig terug, omdat ik voelde: ik ga het laten zien. Als ik</w:t>
      </w:r>
      <w:r w:rsidR="0036602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gemotiveerd ben, </w:t>
      </w:r>
      <w:r w:rsidR="0036602D">
        <w:rPr>
          <w:rFonts w:ascii="Times New Roman" w:hAnsi="Times New Roman" w:cs="Times New Roman"/>
        </w:rPr>
        <w:t xml:space="preserve">dan </w:t>
      </w:r>
      <w:r>
        <w:rPr>
          <w:rFonts w:ascii="Times New Roman" w:hAnsi="Times New Roman" w:cs="Times New Roman"/>
        </w:rPr>
        <w:t>ben ik op mijn best.’ Het tekenen bij Atlantic Records Benelux gaf hem ook nog meer motivatie. Hij wil het groot</w:t>
      </w:r>
      <w:r w:rsidR="00080A0E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gaan aanpakken. ‘Ik ben er klaar voor om dit jaar een heel album te gaan uitbrengen.’</w:t>
      </w:r>
    </w:p>
    <w:p w14:paraId="141415AF" w14:textId="77777777" w:rsidR="005E5E2B" w:rsidRDefault="005E5E2B" w:rsidP="00AC551C">
      <w:pPr>
        <w:spacing w:line="360" w:lineRule="auto"/>
        <w:jc w:val="both"/>
        <w:rPr>
          <w:rFonts w:ascii="Times New Roman" w:hAnsi="Times New Roman" w:cs="Times New Roman"/>
        </w:rPr>
      </w:pPr>
    </w:p>
    <w:p w14:paraId="1FFCB261" w14:textId="77777777" w:rsidR="00AC551C" w:rsidRPr="00663BAD" w:rsidRDefault="00AC551C" w:rsidP="00AC551C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663BAD">
        <w:rPr>
          <w:rFonts w:ascii="Times New Roman" w:hAnsi="Times New Roman" w:cs="Times New Roman"/>
          <w:b/>
          <w:bCs/>
        </w:rPr>
        <w:t>Een track met zijn tante</w:t>
      </w:r>
    </w:p>
    <w:p w14:paraId="68200C91" w14:textId="0B7BEFE1" w:rsidR="00AC551C" w:rsidRDefault="00AC551C" w:rsidP="00AC551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Hoe kijkt Jacott nu naar de carrière van haar neef? ‘Ze is ontzettend trots.’</w:t>
      </w:r>
      <w:r w:rsidR="00F4775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Onlangs heeft hij ook </w:t>
      </w:r>
      <w:r w:rsidR="00F4775B">
        <w:rPr>
          <w:rFonts w:ascii="Times New Roman" w:hAnsi="Times New Roman" w:cs="Times New Roman"/>
        </w:rPr>
        <w:t>samen met haar</w:t>
      </w:r>
      <w:r w:rsidR="00C350DD">
        <w:rPr>
          <w:rFonts w:ascii="Times New Roman" w:hAnsi="Times New Roman" w:cs="Times New Roman"/>
        </w:rPr>
        <w:t xml:space="preserve"> in de studio gezeten</w:t>
      </w:r>
      <w:r>
        <w:rPr>
          <w:rFonts w:ascii="Times New Roman" w:hAnsi="Times New Roman" w:cs="Times New Roman"/>
        </w:rPr>
        <w:t>. ‘Maar een nummer uitbrengen is er nog niet van gekomen.</w:t>
      </w:r>
      <w:r w:rsidR="00DC113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Ze </w:t>
      </w:r>
      <w:r w:rsidR="00DC113E">
        <w:rPr>
          <w:rFonts w:ascii="Times New Roman" w:hAnsi="Times New Roman" w:cs="Times New Roman"/>
        </w:rPr>
        <w:t xml:space="preserve">is heel kritisch. Ze </w:t>
      </w:r>
      <w:r>
        <w:rPr>
          <w:rFonts w:ascii="Times New Roman" w:hAnsi="Times New Roman" w:cs="Times New Roman"/>
        </w:rPr>
        <w:t>is de liefste en moeilijkste persoon die ik ken in één.</w:t>
      </w:r>
      <w:r w:rsidR="00DC113E">
        <w:rPr>
          <w:rFonts w:ascii="Times New Roman" w:hAnsi="Times New Roman" w:cs="Times New Roman"/>
        </w:rPr>
        <w:t xml:space="preserve">’ </w:t>
      </w:r>
      <w:r w:rsidR="00722503">
        <w:rPr>
          <w:rFonts w:ascii="Times New Roman" w:hAnsi="Times New Roman" w:cs="Times New Roman"/>
        </w:rPr>
        <w:t>Het uitbrengen van een nummer met zijn tante zou gevoelsmatig zijn grootste featuring zijn</w:t>
      </w:r>
      <w:r w:rsidR="00DA34B7">
        <w:rPr>
          <w:rFonts w:ascii="Times New Roman" w:hAnsi="Times New Roman" w:cs="Times New Roman"/>
        </w:rPr>
        <w:t xml:space="preserve">: het behalen van de finish van de marathon. </w:t>
      </w:r>
      <w:r>
        <w:rPr>
          <w:rFonts w:ascii="Times New Roman" w:hAnsi="Times New Roman" w:cs="Times New Roman"/>
        </w:rPr>
        <w:t>‘</w:t>
      </w:r>
      <w:r w:rsidR="00E85E42">
        <w:rPr>
          <w:rFonts w:ascii="Times New Roman" w:hAnsi="Times New Roman" w:cs="Times New Roman"/>
        </w:rPr>
        <w:t>En dat</w:t>
      </w:r>
      <w:r w:rsidR="00DA34B7">
        <w:rPr>
          <w:rFonts w:ascii="Times New Roman" w:hAnsi="Times New Roman" w:cs="Times New Roman"/>
        </w:rPr>
        <w:t xml:space="preserve"> gaat lukken. </w:t>
      </w:r>
      <w:r>
        <w:rPr>
          <w:rFonts w:ascii="Times New Roman" w:hAnsi="Times New Roman" w:cs="Times New Roman"/>
        </w:rPr>
        <w:t>We gaan he</w:t>
      </w:r>
      <w:r w:rsidR="00DA34B7">
        <w:rPr>
          <w:rFonts w:ascii="Times New Roman" w:hAnsi="Times New Roman" w:cs="Times New Roman"/>
        </w:rPr>
        <w:t xml:space="preserve">t </w:t>
      </w:r>
      <w:r>
        <w:rPr>
          <w:rFonts w:ascii="Times New Roman" w:hAnsi="Times New Roman" w:cs="Times New Roman"/>
        </w:rPr>
        <w:t>een keer doen.’</w:t>
      </w:r>
    </w:p>
    <w:p w14:paraId="7F162101" w14:textId="77777777" w:rsidR="00AC551C" w:rsidRDefault="00AC551C" w:rsidP="00FF21F0">
      <w:pPr>
        <w:spacing w:line="360" w:lineRule="auto"/>
        <w:jc w:val="both"/>
        <w:rPr>
          <w:rFonts w:ascii="Times New Roman" w:hAnsi="Times New Roman" w:cs="Times New Roman"/>
        </w:rPr>
      </w:pPr>
    </w:p>
    <w:p w14:paraId="7E69E159" w14:textId="77777777" w:rsidR="00FF21F0" w:rsidRDefault="00FF21F0" w:rsidP="00B658D6">
      <w:pPr>
        <w:spacing w:line="360" w:lineRule="auto"/>
        <w:jc w:val="both"/>
        <w:rPr>
          <w:rFonts w:ascii="Times New Roman" w:hAnsi="Times New Roman" w:cs="Times New Roman"/>
        </w:rPr>
      </w:pPr>
    </w:p>
    <w:p w14:paraId="4C1DAD64" w14:textId="77777777" w:rsidR="00A7545B" w:rsidRDefault="00A7545B" w:rsidP="00B658D6">
      <w:pPr>
        <w:spacing w:line="360" w:lineRule="auto"/>
        <w:jc w:val="both"/>
        <w:rPr>
          <w:rFonts w:ascii="Times New Roman" w:hAnsi="Times New Roman" w:cs="Times New Roman"/>
        </w:rPr>
      </w:pPr>
    </w:p>
    <w:p w14:paraId="78C99873" w14:textId="77777777" w:rsidR="00AC551C" w:rsidRDefault="00AC551C" w:rsidP="00B658D6">
      <w:pPr>
        <w:spacing w:line="360" w:lineRule="auto"/>
        <w:jc w:val="both"/>
        <w:rPr>
          <w:rFonts w:ascii="Times New Roman" w:hAnsi="Times New Roman" w:cs="Times New Roman"/>
        </w:rPr>
      </w:pPr>
    </w:p>
    <w:p w14:paraId="00D15039" w14:textId="77777777" w:rsidR="00DA34B7" w:rsidRDefault="00DA34B7" w:rsidP="00B658D6">
      <w:pPr>
        <w:spacing w:line="360" w:lineRule="auto"/>
        <w:jc w:val="both"/>
        <w:rPr>
          <w:rFonts w:ascii="Times New Roman" w:hAnsi="Times New Roman" w:cs="Times New Roman"/>
        </w:rPr>
      </w:pPr>
    </w:p>
    <w:p w14:paraId="76CEAE70" w14:textId="77777777" w:rsidR="00046576" w:rsidRDefault="00046576" w:rsidP="00B658D6">
      <w:pPr>
        <w:spacing w:line="360" w:lineRule="auto"/>
        <w:jc w:val="both"/>
        <w:rPr>
          <w:rFonts w:ascii="Times New Roman" w:hAnsi="Times New Roman" w:cs="Times New Roman"/>
        </w:rPr>
      </w:pPr>
    </w:p>
    <w:p w14:paraId="107EB8C7" w14:textId="77777777" w:rsidR="00046576" w:rsidRDefault="00046576" w:rsidP="00B658D6">
      <w:pPr>
        <w:spacing w:line="360" w:lineRule="auto"/>
        <w:jc w:val="both"/>
        <w:rPr>
          <w:rFonts w:ascii="Times New Roman" w:hAnsi="Times New Roman" w:cs="Times New Roman"/>
        </w:rPr>
      </w:pPr>
    </w:p>
    <w:p w14:paraId="11FEE842" w14:textId="77777777" w:rsidR="00046576" w:rsidRDefault="00046576" w:rsidP="00B658D6">
      <w:pPr>
        <w:spacing w:line="360" w:lineRule="auto"/>
        <w:jc w:val="both"/>
        <w:rPr>
          <w:rFonts w:ascii="Times New Roman" w:hAnsi="Times New Roman" w:cs="Times New Roman"/>
        </w:rPr>
      </w:pPr>
    </w:p>
    <w:p w14:paraId="3AE38BE0" w14:textId="77777777" w:rsidR="00046576" w:rsidRDefault="00046576" w:rsidP="00B658D6">
      <w:pPr>
        <w:spacing w:line="360" w:lineRule="auto"/>
        <w:jc w:val="both"/>
        <w:rPr>
          <w:rFonts w:ascii="Times New Roman" w:hAnsi="Times New Roman" w:cs="Times New Roman"/>
        </w:rPr>
      </w:pPr>
    </w:p>
    <w:p w14:paraId="00BD5EE2" w14:textId="77777777" w:rsidR="00AF7D93" w:rsidRDefault="00AF7D93" w:rsidP="00B658D6">
      <w:pPr>
        <w:spacing w:line="360" w:lineRule="auto"/>
        <w:jc w:val="both"/>
        <w:rPr>
          <w:rFonts w:ascii="Times New Roman" w:hAnsi="Times New Roman" w:cs="Times New Roman"/>
        </w:rPr>
      </w:pPr>
    </w:p>
    <w:p w14:paraId="7790E70D" w14:textId="334FFA95" w:rsidR="00212CD3" w:rsidRPr="00212CD3" w:rsidRDefault="00212CD3" w:rsidP="00E85E42">
      <w:pPr>
        <w:spacing w:line="360" w:lineRule="auto"/>
        <w:jc w:val="both"/>
        <w:rPr>
          <w:rFonts w:ascii="Times New Roman" w:hAnsi="Times New Roman" w:cs="Times New Roman"/>
        </w:rPr>
      </w:pPr>
    </w:p>
    <w:sectPr w:rsidR="00212CD3" w:rsidRPr="00212C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5A26BE"/>
    <w:multiLevelType w:val="hybridMultilevel"/>
    <w:tmpl w:val="93B4F192"/>
    <w:lvl w:ilvl="0" w:tplc="3FAABBD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7360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545"/>
    <w:rsid w:val="000123BA"/>
    <w:rsid w:val="0001394F"/>
    <w:rsid w:val="00013F2B"/>
    <w:rsid w:val="0002003C"/>
    <w:rsid w:val="00027BB2"/>
    <w:rsid w:val="00035F7F"/>
    <w:rsid w:val="000420A1"/>
    <w:rsid w:val="00043A42"/>
    <w:rsid w:val="00046576"/>
    <w:rsid w:val="00046798"/>
    <w:rsid w:val="00053C58"/>
    <w:rsid w:val="00057FA4"/>
    <w:rsid w:val="00080A0E"/>
    <w:rsid w:val="00080F03"/>
    <w:rsid w:val="00087FC6"/>
    <w:rsid w:val="00090892"/>
    <w:rsid w:val="000A52B2"/>
    <w:rsid w:val="000B4AAD"/>
    <w:rsid w:val="000C474E"/>
    <w:rsid w:val="000D635B"/>
    <w:rsid w:val="000D7651"/>
    <w:rsid w:val="000D7EE7"/>
    <w:rsid w:val="000E3EF7"/>
    <w:rsid w:val="000E4458"/>
    <w:rsid w:val="000F0968"/>
    <w:rsid w:val="001026E1"/>
    <w:rsid w:val="00112E83"/>
    <w:rsid w:val="001147E2"/>
    <w:rsid w:val="0012102F"/>
    <w:rsid w:val="00121219"/>
    <w:rsid w:val="001233D4"/>
    <w:rsid w:val="001310F9"/>
    <w:rsid w:val="00134A86"/>
    <w:rsid w:val="00135C74"/>
    <w:rsid w:val="001367D9"/>
    <w:rsid w:val="001374C3"/>
    <w:rsid w:val="001379C8"/>
    <w:rsid w:val="001425DE"/>
    <w:rsid w:val="00156049"/>
    <w:rsid w:val="00157A43"/>
    <w:rsid w:val="00160054"/>
    <w:rsid w:val="00163832"/>
    <w:rsid w:val="001726EC"/>
    <w:rsid w:val="001732F7"/>
    <w:rsid w:val="00177CAE"/>
    <w:rsid w:val="001949EC"/>
    <w:rsid w:val="00194B4F"/>
    <w:rsid w:val="001958BF"/>
    <w:rsid w:val="001A02DE"/>
    <w:rsid w:val="001A269B"/>
    <w:rsid w:val="001B6D25"/>
    <w:rsid w:val="001B7325"/>
    <w:rsid w:val="001D4DA5"/>
    <w:rsid w:val="001E72D9"/>
    <w:rsid w:val="001F16FE"/>
    <w:rsid w:val="001F1E7A"/>
    <w:rsid w:val="001F54CC"/>
    <w:rsid w:val="0020638D"/>
    <w:rsid w:val="00212CD3"/>
    <w:rsid w:val="00254DB9"/>
    <w:rsid w:val="00261338"/>
    <w:rsid w:val="00264E09"/>
    <w:rsid w:val="0026672B"/>
    <w:rsid w:val="0027754E"/>
    <w:rsid w:val="0028270A"/>
    <w:rsid w:val="00283D81"/>
    <w:rsid w:val="0029375F"/>
    <w:rsid w:val="00293774"/>
    <w:rsid w:val="002A4011"/>
    <w:rsid w:val="002A70CA"/>
    <w:rsid w:val="002A71CD"/>
    <w:rsid w:val="002A78B9"/>
    <w:rsid w:val="002B38BB"/>
    <w:rsid w:val="002B526C"/>
    <w:rsid w:val="002C44F6"/>
    <w:rsid w:val="002D4AAD"/>
    <w:rsid w:val="002D4FCD"/>
    <w:rsid w:val="002E0E70"/>
    <w:rsid w:val="002E3B1A"/>
    <w:rsid w:val="002F1568"/>
    <w:rsid w:val="002F1C6E"/>
    <w:rsid w:val="00301264"/>
    <w:rsid w:val="00305613"/>
    <w:rsid w:val="00312777"/>
    <w:rsid w:val="003152CE"/>
    <w:rsid w:val="003174C7"/>
    <w:rsid w:val="003212D2"/>
    <w:rsid w:val="00321909"/>
    <w:rsid w:val="0032617C"/>
    <w:rsid w:val="003317A5"/>
    <w:rsid w:val="003351DA"/>
    <w:rsid w:val="0033671B"/>
    <w:rsid w:val="0034156B"/>
    <w:rsid w:val="00345A2D"/>
    <w:rsid w:val="00351C16"/>
    <w:rsid w:val="00363059"/>
    <w:rsid w:val="00363BB5"/>
    <w:rsid w:val="0036602D"/>
    <w:rsid w:val="00367342"/>
    <w:rsid w:val="00373A38"/>
    <w:rsid w:val="00377554"/>
    <w:rsid w:val="003823A6"/>
    <w:rsid w:val="0038650F"/>
    <w:rsid w:val="00396A5A"/>
    <w:rsid w:val="003A3FD6"/>
    <w:rsid w:val="003B2921"/>
    <w:rsid w:val="003C3713"/>
    <w:rsid w:val="003C7964"/>
    <w:rsid w:val="003D31DF"/>
    <w:rsid w:val="003D4031"/>
    <w:rsid w:val="003D6F63"/>
    <w:rsid w:val="003D6FFC"/>
    <w:rsid w:val="003E3284"/>
    <w:rsid w:val="003E5037"/>
    <w:rsid w:val="0041207E"/>
    <w:rsid w:val="00413192"/>
    <w:rsid w:val="00413549"/>
    <w:rsid w:val="00426E6B"/>
    <w:rsid w:val="00427545"/>
    <w:rsid w:val="00436C15"/>
    <w:rsid w:val="0044463C"/>
    <w:rsid w:val="00446FB9"/>
    <w:rsid w:val="00456BF2"/>
    <w:rsid w:val="0046462B"/>
    <w:rsid w:val="0046535A"/>
    <w:rsid w:val="00473FD5"/>
    <w:rsid w:val="004905F7"/>
    <w:rsid w:val="00497CB1"/>
    <w:rsid w:val="004A11D2"/>
    <w:rsid w:val="004A5270"/>
    <w:rsid w:val="004A6A3C"/>
    <w:rsid w:val="004A7AD2"/>
    <w:rsid w:val="004C330E"/>
    <w:rsid w:val="004D160D"/>
    <w:rsid w:val="004D4A25"/>
    <w:rsid w:val="004E10F8"/>
    <w:rsid w:val="004E1D44"/>
    <w:rsid w:val="004E4FF9"/>
    <w:rsid w:val="004E5A72"/>
    <w:rsid w:val="004F3710"/>
    <w:rsid w:val="00500439"/>
    <w:rsid w:val="005028F7"/>
    <w:rsid w:val="00503256"/>
    <w:rsid w:val="0050403F"/>
    <w:rsid w:val="0050487C"/>
    <w:rsid w:val="00510E12"/>
    <w:rsid w:val="00520339"/>
    <w:rsid w:val="005259B7"/>
    <w:rsid w:val="00525A67"/>
    <w:rsid w:val="00530596"/>
    <w:rsid w:val="00532E4F"/>
    <w:rsid w:val="0053316B"/>
    <w:rsid w:val="00536A96"/>
    <w:rsid w:val="00537C4F"/>
    <w:rsid w:val="00541D26"/>
    <w:rsid w:val="0054331E"/>
    <w:rsid w:val="0055207D"/>
    <w:rsid w:val="0056233F"/>
    <w:rsid w:val="005662E2"/>
    <w:rsid w:val="0057007B"/>
    <w:rsid w:val="00571364"/>
    <w:rsid w:val="00573BD3"/>
    <w:rsid w:val="00582257"/>
    <w:rsid w:val="005842A2"/>
    <w:rsid w:val="00584D20"/>
    <w:rsid w:val="0058544C"/>
    <w:rsid w:val="00587FF3"/>
    <w:rsid w:val="0059089B"/>
    <w:rsid w:val="00590D8A"/>
    <w:rsid w:val="0059136F"/>
    <w:rsid w:val="00597003"/>
    <w:rsid w:val="005A3CA8"/>
    <w:rsid w:val="005B21AA"/>
    <w:rsid w:val="005B4F91"/>
    <w:rsid w:val="005C15B5"/>
    <w:rsid w:val="005C6BCE"/>
    <w:rsid w:val="005D1E06"/>
    <w:rsid w:val="005D22EC"/>
    <w:rsid w:val="005D3139"/>
    <w:rsid w:val="005D3554"/>
    <w:rsid w:val="005D4D65"/>
    <w:rsid w:val="005D747F"/>
    <w:rsid w:val="005E477D"/>
    <w:rsid w:val="005E53B0"/>
    <w:rsid w:val="005E5E2B"/>
    <w:rsid w:val="005F16A0"/>
    <w:rsid w:val="005F4C91"/>
    <w:rsid w:val="005F77F9"/>
    <w:rsid w:val="006002AD"/>
    <w:rsid w:val="00600762"/>
    <w:rsid w:val="006046CE"/>
    <w:rsid w:val="00610FF8"/>
    <w:rsid w:val="006206E4"/>
    <w:rsid w:val="006271DE"/>
    <w:rsid w:val="0063578E"/>
    <w:rsid w:val="00640A87"/>
    <w:rsid w:val="0064123D"/>
    <w:rsid w:val="00657285"/>
    <w:rsid w:val="006631A3"/>
    <w:rsid w:val="00663BAD"/>
    <w:rsid w:val="00664BC1"/>
    <w:rsid w:val="006714A1"/>
    <w:rsid w:val="00672AE5"/>
    <w:rsid w:val="006859A0"/>
    <w:rsid w:val="00690E7D"/>
    <w:rsid w:val="00691116"/>
    <w:rsid w:val="006928C2"/>
    <w:rsid w:val="006938F2"/>
    <w:rsid w:val="00693EF6"/>
    <w:rsid w:val="006A0EDC"/>
    <w:rsid w:val="006B212E"/>
    <w:rsid w:val="006B6DC0"/>
    <w:rsid w:val="006C64B2"/>
    <w:rsid w:val="006D16AD"/>
    <w:rsid w:val="006D1C84"/>
    <w:rsid w:val="006F1BAF"/>
    <w:rsid w:val="006F20C8"/>
    <w:rsid w:val="00715309"/>
    <w:rsid w:val="00716334"/>
    <w:rsid w:val="00720E29"/>
    <w:rsid w:val="00722503"/>
    <w:rsid w:val="007262C1"/>
    <w:rsid w:val="0073470A"/>
    <w:rsid w:val="00744B92"/>
    <w:rsid w:val="0075431F"/>
    <w:rsid w:val="007554DC"/>
    <w:rsid w:val="00771CAB"/>
    <w:rsid w:val="007820BC"/>
    <w:rsid w:val="007848C4"/>
    <w:rsid w:val="00790402"/>
    <w:rsid w:val="00792820"/>
    <w:rsid w:val="0079392E"/>
    <w:rsid w:val="00794F52"/>
    <w:rsid w:val="007A268D"/>
    <w:rsid w:val="007A3FFA"/>
    <w:rsid w:val="007A75DB"/>
    <w:rsid w:val="007C1690"/>
    <w:rsid w:val="007C4F9F"/>
    <w:rsid w:val="007C69B9"/>
    <w:rsid w:val="007C6ABF"/>
    <w:rsid w:val="007C6B48"/>
    <w:rsid w:val="007D24EA"/>
    <w:rsid w:val="007D5CFB"/>
    <w:rsid w:val="007E1EFB"/>
    <w:rsid w:val="007E58B0"/>
    <w:rsid w:val="007F0583"/>
    <w:rsid w:val="007F3224"/>
    <w:rsid w:val="00802F31"/>
    <w:rsid w:val="0080718B"/>
    <w:rsid w:val="008122AC"/>
    <w:rsid w:val="00812A88"/>
    <w:rsid w:val="00817873"/>
    <w:rsid w:val="0083647F"/>
    <w:rsid w:val="00840E91"/>
    <w:rsid w:val="00843A71"/>
    <w:rsid w:val="00844951"/>
    <w:rsid w:val="00845031"/>
    <w:rsid w:val="00846202"/>
    <w:rsid w:val="00847CF1"/>
    <w:rsid w:val="00847D55"/>
    <w:rsid w:val="00852BC7"/>
    <w:rsid w:val="0085464D"/>
    <w:rsid w:val="0085662F"/>
    <w:rsid w:val="00865AD8"/>
    <w:rsid w:val="00870D4E"/>
    <w:rsid w:val="00880E93"/>
    <w:rsid w:val="00892E3C"/>
    <w:rsid w:val="008A6ED6"/>
    <w:rsid w:val="008B0857"/>
    <w:rsid w:val="008B34B8"/>
    <w:rsid w:val="008B41C9"/>
    <w:rsid w:val="008C2B9F"/>
    <w:rsid w:val="008C5C45"/>
    <w:rsid w:val="008D2AC8"/>
    <w:rsid w:val="008D7172"/>
    <w:rsid w:val="008E30AC"/>
    <w:rsid w:val="008E358C"/>
    <w:rsid w:val="008E5553"/>
    <w:rsid w:val="008E61DE"/>
    <w:rsid w:val="008F2361"/>
    <w:rsid w:val="008F3CC9"/>
    <w:rsid w:val="008F3D3E"/>
    <w:rsid w:val="009018DD"/>
    <w:rsid w:val="00912F63"/>
    <w:rsid w:val="00915EB4"/>
    <w:rsid w:val="00920491"/>
    <w:rsid w:val="009260BF"/>
    <w:rsid w:val="0093420F"/>
    <w:rsid w:val="00940554"/>
    <w:rsid w:val="00950C80"/>
    <w:rsid w:val="00957F51"/>
    <w:rsid w:val="00967758"/>
    <w:rsid w:val="00967BF5"/>
    <w:rsid w:val="00986460"/>
    <w:rsid w:val="009A2AFF"/>
    <w:rsid w:val="009B131D"/>
    <w:rsid w:val="009B1379"/>
    <w:rsid w:val="009B4A23"/>
    <w:rsid w:val="009B4EA4"/>
    <w:rsid w:val="009B7680"/>
    <w:rsid w:val="009C3BAB"/>
    <w:rsid w:val="009D1C11"/>
    <w:rsid w:val="009D7C01"/>
    <w:rsid w:val="009F41A7"/>
    <w:rsid w:val="009F61B5"/>
    <w:rsid w:val="009F6A44"/>
    <w:rsid w:val="00A001B9"/>
    <w:rsid w:val="00A06BEB"/>
    <w:rsid w:val="00A15408"/>
    <w:rsid w:val="00A17028"/>
    <w:rsid w:val="00A228A7"/>
    <w:rsid w:val="00A23F17"/>
    <w:rsid w:val="00A31950"/>
    <w:rsid w:val="00A31F33"/>
    <w:rsid w:val="00A368BB"/>
    <w:rsid w:val="00A36B2D"/>
    <w:rsid w:val="00A4567E"/>
    <w:rsid w:val="00A47360"/>
    <w:rsid w:val="00A50625"/>
    <w:rsid w:val="00A508C2"/>
    <w:rsid w:val="00A56B8E"/>
    <w:rsid w:val="00A65316"/>
    <w:rsid w:val="00A6723A"/>
    <w:rsid w:val="00A70BF6"/>
    <w:rsid w:val="00A73D45"/>
    <w:rsid w:val="00A7545B"/>
    <w:rsid w:val="00A8063A"/>
    <w:rsid w:val="00A81CE5"/>
    <w:rsid w:val="00A83A63"/>
    <w:rsid w:val="00A85104"/>
    <w:rsid w:val="00A8534A"/>
    <w:rsid w:val="00AA22BF"/>
    <w:rsid w:val="00AB4649"/>
    <w:rsid w:val="00AB60AD"/>
    <w:rsid w:val="00AC26AE"/>
    <w:rsid w:val="00AC551C"/>
    <w:rsid w:val="00AC687E"/>
    <w:rsid w:val="00AD5081"/>
    <w:rsid w:val="00AD6FF5"/>
    <w:rsid w:val="00AE3FC1"/>
    <w:rsid w:val="00AF1289"/>
    <w:rsid w:val="00AF160E"/>
    <w:rsid w:val="00AF7D93"/>
    <w:rsid w:val="00B014A5"/>
    <w:rsid w:val="00B24D41"/>
    <w:rsid w:val="00B35C31"/>
    <w:rsid w:val="00B3646C"/>
    <w:rsid w:val="00B37010"/>
    <w:rsid w:val="00B3770D"/>
    <w:rsid w:val="00B4096C"/>
    <w:rsid w:val="00B41D8F"/>
    <w:rsid w:val="00B53673"/>
    <w:rsid w:val="00B572B8"/>
    <w:rsid w:val="00B64622"/>
    <w:rsid w:val="00B658D6"/>
    <w:rsid w:val="00B66BC8"/>
    <w:rsid w:val="00B70028"/>
    <w:rsid w:val="00B86750"/>
    <w:rsid w:val="00B94E58"/>
    <w:rsid w:val="00BA2B1D"/>
    <w:rsid w:val="00BA5952"/>
    <w:rsid w:val="00BB3BB1"/>
    <w:rsid w:val="00BB7B39"/>
    <w:rsid w:val="00BD529C"/>
    <w:rsid w:val="00BE1125"/>
    <w:rsid w:val="00BE4656"/>
    <w:rsid w:val="00BE53FD"/>
    <w:rsid w:val="00BF050A"/>
    <w:rsid w:val="00BF1773"/>
    <w:rsid w:val="00BF4E0D"/>
    <w:rsid w:val="00C12750"/>
    <w:rsid w:val="00C1459E"/>
    <w:rsid w:val="00C15444"/>
    <w:rsid w:val="00C20DEE"/>
    <w:rsid w:val="00C22A13"/>
    <w:rsid w:val="00C23249"/>
    <w:rsid w:val="00C30713"/>
    <w:rsid w:val="00C350DD"/>
    <w:rsid w:val="00C43E1F"/>
    <w:rsid w:val="00C553B1"/>
    <w:rsid w:val="00C62180"/>
    <w:rsid w:val="00C67E3A"/>
    <w:rsid w:val="00C72CD7"/>
    <w:rsid w:val="00C85490"/>
    <w:rsid w:val="00C869FD"/>
    <w:rsid w:val="00C94CAC"/>
    <w:rsid w:val="00CA5915"/>
    <w:rsid w:val="00CB022E"/>
    <w:rsid w:val="00CB53E3"/>
    <w:rsid w:val="00CD11F8"/>
    <w:rsid w:val="00CD6395"/>
    <w:rsid w:val="00CE5A91"/>
    <w:rsid w:val="00CE6065"/>
    <w:rsid w:val="00CF3462"/>
    <w:rsid w:val="00D02DC1"/>
    <w:rsid w:val="00D02F1C"/>
    <w:rsid w:val="00D0566C"/>
    <w:rsid w:val="00D22743"/>
    <w:rsid w:val="00D23172"/>
    <w:rsid w:val="00D45047"/>
    <w:rsid w:val="00D50494"/>
    <w:rsid w:val="00D50F01"/>
    <w:rsid w:val="00D522F7"/>
    <w:rsid w:val="00D54E77"/>
    <w:rsid w:val="00D57F1A"/>
    <w:rsid w:val="00D64B1D"/>
    <w:rsid w:val="00D65CB2"/>
    <w:rsid w:val="00D7640D"/>
    <w:rsid w:val="00D76942"/>
    <w:rsid w:val="00D81C0C"/>
    <w:rsid w:val="00D81C92"/>
    <w:rsid w:val="00D83D53"/>
    <w:rsid w:val="00D86726"/>
    <w:rsid w:val="00D93BDF"/>
    <w:rsid w:val="00D97237"/>
    <w:rsid w:val="00D97799"/>
    <w:rsid w:val="00DA1B59"/>
    <w:rsid w:val="00DA34B7"/>
    <w:rsid w:val="00DC0B81"/>
    <w:rsid w:val="00DC113E"/>
    <w:rsid w:val="00DC32D8"/>
    <w:rsid w:val="00DD7630"/>
    <w:rsid w:val="00DE7C0C"/>
    <w:rsid w:val="00DF1A4F"/>
    <w:rsid w:val="00E028DF"/>
    <w:rsid w:val="00E03C5A"/>
    <w:rsid w:val="00E04630"/>
    <w:rsid w:val="00E047E1"/>
    <w:rsid w:val="00E07C16"/>
    <w:rsid w:val="00E10B05"/>
    <w:rsid w:val="00E13DDD"/>
    <w:rsid w:val="00E15A87"/>
    <w:rsid w:val="00E16A40"/>
    <w:rsid w:val="00E23B34"/>
    <w:rsid w:val="00E26783"/>
    <w:rsid w:val="00E3307A"/>
    <w:rsid w:val="00E35AA5"/>
    <w:rsid w:val="00E40964"/>
    <w:rsid w:val="00E418D1"/>
    <w:rsid w:val="00E53A3C"/>
    <w:rsid w:val="00E5762C"/>
    <w:rsid w:val="00E60926"/>
    <w:rsid w:val="00E70A1D"/>
    <w:rsid w:val="00E76615"/>
    <w:rsid w:val="00E76CF2"/>
    <w:rsid w:val="00E773CF"/>
    <w:rsid w:val="00E81373"/>
    <w:rsid w:val="00E82CBB"/>
    <w:rsid w:val="00E83F66"/>
    <w:rsid w:val="00E85E42"/>
    <w:rsid w:val="00E904E2"/>
    <w:rsid w:val="00E938E8"/>
    <w:rsid w:val="00E954B0"/>
    <w:rsid w:val="00E974DF"/>
    <w:rsid w:val="00EA18DD"/>
    <w:rsid w:val="00EA1D7A"/>
    <w:rsid w:val="00EB4839"/>
    <w:rsid w:val="00EC11C9"/>
    <w:rsid w:val="00EC5EED"/>
    <w:rsid w:val="00ED5CB1"/>
    <w:rsid w:val="00EE4FA8"/>
    <w:rsid w:val="00EE5470"/>
    <w:rsid w:val="00F07786"/>
    <w:rsid w:val="00F105D6"/>
    <w:rsid w:val="00F12527"/>
    <w:rsid w:val="00F13C4F"/>
    <w:rsid w:val="00F14588"/>
    <w:rsid w:val="00F20E6E"/>
    <w:rsid w:val="00F21A1D"/>
    <w:rsid w:val="00F23DBC"/>
    <w:rsid w:val="00F24CD0"/>
    <w:rsid w:val="00F256F2"/>
    <w:rsid w:val="00F27FFA"/>
    <w:rsid w:val="00F456BA"/>
    <w:rsid w:val="00F4588B"/>
    <w:rsid w:val="00F4775B"/>
    <w:rsid w:val="00F56747"/>
    <w:rsid w:val="00F66FE5"/>
    <w:rsid w:val="00F73DC4"/>
    <w:rsid w:val="00F77A19"/>
    <w:rsid w:val="00F869EC"/>
    <w:rsid w:val="00FA3050"/>
    <w:rsid w:val="00FA74D3"/>
    <w:rsid w:val="00FB276F"/>
    <w:rsid w:val="00FB37AC"/>
    <w:rsid w:val="00FB4835"/>
    <w:rsid w:val="00FB63FE"/>
    <w:rsid w:val="00FB6B72"/>
    <w:rsid w:val="00FB7C70"/>
    <w:rsid w:val="00FB7CC8"/>
    <w:rsid w:val="00FC7076"/>
    <w:rsid w:val="00FD11B4"/>
    <w:rsid w:val="00FD3A65"/>
    <w:rsid w:val="00FD52A0"/>
    <w:rsid w:val="00FD6BCD"/>
    <w:rsid w:val="00FD71AF"/>
    <w:rsid w:val="00FD73F0"/>
    <w:rsid w:val="00FF21F0"/>
    <w:rsid w:val="00FF45D7"/>
    <w:rsid w:val="00FF52E9"/>
    <w:rsid w:val="00FF552D"/>
    <w:rsid w:val="00FF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19DCF"/>
  <w15:chartTrackingRefBased/>
  <w15:docId w15:val="{26175B50-8642-43FC-837D-05266C897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D31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Biografie%20Ashi%20(september%202020)%20-%20V3.dotx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C:\Users\User\Downloads\Biografie Ashi (september 2020) - V3.dotx</Template>
  <TotalTime>1050</TotalTime>
  <Pages>2</Pages>
  <Words>678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Office User</cp:lastModifiedBy>
  <cp:revision>165</cp:revision>
  <dcterms:created xsi:type="dcterms:W3CDTF">2022-01-03T21:13:00Z</dcterms:created>
  <dcterms:modified xsi:type="dcterms:W3CDTF">2023-04-03T19:36:00Z</dcterms:modified>
</cp:coreProperties>
</file>